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7835C9D5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FB1116">
        <w:rPr>
          <w:lang w:val="en-GB"/>
        </w:rPr>
        <w:t xml:space="preserve"> 15-G003-25</w:t>
      </w:r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02A7D974" w:rsidR="00BA48ED" w:rsidRPr="007F3777" w:rsidRDefault="007818E4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>
        <w:rPr>
          <w:rFonts w:ascii="Calibri" w:hAnsi="Calibri" w:cs="Calibri"/>
          <w:lang w:val="en-GB"/>
        </w:rPr>
        <w:t>The Ministry of Culture and Internal Affairs</w:t>
      </w:r>
      <w:r w:rsidR="00015DD1"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="00015DD1"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="00015DD1"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03AAA0F3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</w:t>
      </w:r>
      <w:r w:rsidR="00FB1116">
        <w:rPr>
          <w:lang w:val="en-GB"/>
        </w:rPr>
        <w:t>er: 15-G003-25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8E50" w14:textId="77777777" w:rsidR="00EA2489" w:rsidRDefault="00EA2489">
      <w:r>
        <w:separator/>
      </w:r>
    </w:p>
  </w:endnote>
  <w:endnote w:type="continuationSeparator" w:id="0">
    <w:p w14:paraId="30138C7F" w14:textId="77777777" w:rsidR="00EA2489" w:rsidRDefault="00EA2489">
      <w:r>
        <w:continuationSeparator/>
      </w:r>
    </w:p>
  </w:endnote>
  <w:endnote w:type="continuationNotice" w:id="1">
    <w:p w14:paraId="5163A2B1" w14:textId="77777777" w:rsidR="00EA2489" w:rsidRDefault="00EA2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43930B9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818E4" w:rsidRPr="007818E4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818E4" w:rsidRPr="007818E4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2C01D73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B1116">
      <w:rPr>
        <w:noProof/>
      </w:rPr>
      <w:t>2025-09-04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79E47" w14:textId="77777777" w:rsidR="00EA2489" w:rsidRDefault="00EA2489">
      <w:r>
        <w:separator/>
      </w:r>
    </w:p>
  </w:footnote>
  <w:footnote w:type="continuationSeparator" w:id="0">
    <w:p w14:paraId="09ACE065" w14:textId="77777777" w:rsidR="00EA2489" w:rsidRDefault="00EA2489">
      <w:r>
        <w:continuationSeparator/>
      </w:r>
    </w:p>
  </w:footnote>
  <w:footnote w:type="continuationNotice" w:id="1">
    <w:p w14:paraId="727CC55B" w14:textId="77777777" w:rsidR="00EA2489" w:rsidRDefault="00EA2489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549578">
    <w:abstractNumId w:val="1"/>
  </w:num>
  <w:num w:numId="2" w16cid:durableId="949313588">
    <w:abstractNumId w:val="12"/>
  </w:num>
  <w:num w:numId="3" w16cid:durableId="1535465040">
    <w:abstractNumId w:val="13"/>
  </w:num>
  <w:num w:numId="4" w16cid:durableId="949239239">
    <w:abstractNumId w:val="7"/>
  </w:num>
  <w:num w:numId="5" w16cid:durableId="199711344">
    <w:abstractNumId w:val="6"/>
  </w:num>
  <w:num w:numId="6" w16cid:durableId="1740908487">
    <w:abstractNumId w:val="9"/>
  </w:num>
  <w:num w:numId="7" w16cid:durableId="579408348">
    <w:abstractNumId w:val="8"/>
  </w:num>
  <w:num w:numId="8" w16cid:durableId="75519918">
    <w:abstractNumId w:val="11"/>
  </w:num>
  <w:num w:numId="9" w16cid:durableId="1141922332">
    <w:abstractNumId w:val="0"/>
  </w:num>
  <w:num w:numId="10" w16cid:durableId="529682537">
    <w:abstractNumId w:val="10"/>
  </w:num>
  <w:num w:numId="11" w16cid:durableId="2026901290">
    <w:abstractNumId w:val="4"/>
  </w:num>
  <w:num w:numId="12" w16cid:durableId="360983579">
    <w:abstractNumId w:val="3"/>
  </w:num>
  <w:num w:numId="13" w16cid:durableId="928273580">
    <w:abstractNumId w:val="5"/>
  </w:num>
  <w:num w:numId="14" w16cid:durableId="1184439146">
    <w:abstractNumId w:val="2"/>
  </w:num>
  <w:num w:numId="15" w16cid:durableId="5110724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8E4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4AC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489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116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75F7F-045C-41D1-B483-5143F6587B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12278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2025-09-03T23:09:00Z</dcterms:created>
  <dcterms:modified xsi:type="dcterms:W3CDTF">2025-09-03T23:44:00Z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